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9A1795">
      <w:pPr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49956736" w14:textId="77777777" w:rsidR="00BA668E" w:rsidRDefault="00BA668E" w:rsidP="009A1795">
      <w:pPr>
        <w:tabs>
          <w:tab w:val="left" w:pos="2835"/>
        </w:tabs>
        <w:ind w:left="2835" w:hanging="2835"/>
        <w:rPr>
          <w:b/>
          <w:lang w:val="en-GB"/>
        </w:rPr>
      </w:pPr>
    </w:p>
    <w:p w14:paraId="03A562C1" w14:textId="77777777" w:rsidR="00BA668E" w:rsidRDefault="00BA668E" w:rsidP="009A1795">
      <w:pPr>
        <w:tabs>
          <w:tab w:val="left" w:pos="2835"/>
        </w:tabs>
        <w:ind w:left="2835" w:hanging="2835"/>
        <w:rPr>
          <w:b/>
          <w:lang w:val="en-GB"/>
        </w:rPr>
      </w:pPr>
    </w:p>
    <w:p w14:paraId="7ACA3B4F" w14:textId="77777777" w:rsidR="00BA668E" w:rsidRDefault="00BA668E" w:rsidP="009A1795">
      <w:pPr>
        <w:tabs>
          <w:tab w:val="left" w:pos="2835"/>
        </w:tabs>
        <w:ind w:left="2835" w:hanging="2835"/>
        <w:rPr>
          <w:b/>
          <w:lang w:val="en-GB"/>
        </w:rPr>
      </w:pPr>
    </w:p>
    <w:p w14:paraId="69D1A0CE" w14:textId="5E2980D1" w:rsidR="004E36AD" w:rsidRPr="00A33618" w:rsidRDefault="004E36AD" w:rsidP="009A1795">
      <w:pPr>
        <w:jc w:val="both"/>
        <w:rPr>
          <w:rFonts w:ascii="Calibri" w:hAnsi="Calibri" w:cs="Calibri"/>
        </w:rPr>
      </w:pPr>
      <w:r w:rsidRPr="00BA668E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243004" w:rsidRPr="00BA668E">
        <w:rPr>
          <w:rFonts w:ascii="Calibri" w:hAnsi="Calibri" w:cs="Calibri"/>
        </w:rPr>
        <w:t xml:space="preserve">Kiribati Public Procurement </w:t>
      </w:r>
      <w:proofErr w:type="spellStart"/>
      <w:r w:rsidR="00243004" w:rsidRPr="00BA668E">
        <w:rPr>
          <w:rFonts w:ascii="Calibri" w:hAnsi="Calibri" w:cs="Calibri"/>
        </w:rPr>
        <w:t>WebPortal</w:t>
      </w:r>
      <w:proofErr w:type="spellEnd"/>
      <w:r w:rsidR="00243004" w:rsidRPr="00BA668E">
        <w:rPr>
          <w:rFonts w:ascii="Calibri" w:hAnsi="Calibri" w:cs="Calibri"/>
        </w:rPr>
        <w:t xml:space="preserve"> (</w:t>
      </w:r>
      <w:hyperlink r:id="rId11" w:history="1">
        <w:r w:rsidR="00BA668E" w:rsidRPr="00BA668E">
          <w:rPr>
            <w:rStyle w:val="Hyperlink"/>
          </w:rPr>
          <w:t>Tender List | Central Procurement Unit</w:t>
        </w:r>
      </w:hyperlink>
      <w:r w:rsidR="00243004" w:rsidRPr="00BA668E">
        <w:rPr>
          <w:rFonts w:ascii="Calibri" w:hAnsi="Calibri" w:cs="Calibri"/>
        </w:rPr>
        <w:t>)</w:t>
      </w:r>
      <w:r w:rsidRPr="00BA668E">
        <w:rPr>
          <w:rFonts w:ascii="Calibri" w:hAnsi="Calibri" w:cs="Calibri"/>
        </w:rPr>
        <w:t xml:space="preserve"> </w:t>
      </w:r>
      <w:r w:rsidRPr="00BA668E">
        <w:rPr>
          <w:rFonts w:ascii="Calibri" w:hAnsi="Calibri" w:cs="Calibri"/>
          <w:u w:val="single"/>
        </w:rPr>
        <w:t>or</w:t>
      </w:r>
      <w:r w:rsidRPr="00BA668E"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 w:rsidR="00B0293A" w:rsidRPr="00BA668E">
        <w:rPr>
          <w:rFonts w:ascii="Calibri" w:hAnsi="Calibri" w:cs="Calibri"/>
        </w:rPr>
        <w:t>6</w:t>
      </w:r>
      <w:r w:rsidRPr="00BA668E">
        <w:rPr>
          <w:rFonts w:ascii="Calibri" w:hAnsi="Calibri" w:cs="Calibri"/>
        </w:rPr>
        <w:t>-1</w:t>
      </w:r>
      <w:r w:rsidR="00B0293A" w:rsidRPr="00BA668E">
        <w:rPr>
          <w:rFonts w:ascii="Calibri" w:hAnsi="Calibri" w:cs="Calibri"/>
        </w:rPr>
        <w:t>1</w:t>
      </w:r>
      <w:r w:rsidRPr="00BA668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BA668E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127"/>
        <w:gridCol w:w="2268"/>
      </w:tblGrid>
      <w:tr w:rsidR="00B0293A" w:rsidRPr="00BA668E" w14:paraId="07FCC147" w14:textId="77777777" w:rsidTr="007B46CF">
        <w:tc>
          <w:tcPr>
            <w:tcW w:w="5098" w:type="dxa"/>
            <w:shd w:val="clear" w:color="auto" w:fill="auto"/>
          </w:tcPr>
          <w:p w14:paraId="1F083020" w14:textId="77777777" w:rsidR="00B0293A" w:rsidRPr="00BA668E" w:rsidRDefault="00B0293A" w:rsidP="00BA668E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127" w:type="dxa"/>
            <w:shd w:val="clear" w:color="auto" w:fill="auto"/>
          </w:tcPr>
          <w:p w14:paraId="182AEE6E" w14:textId="77777777" w:rsidR="00B0293A" w:rsidRPr="00BA668E" w:rsidRDefault="00B0293A" w:rsidP="00BA668E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68" w:type="dxa"/>
            <w:shd w:val="clear" w:color="auto" w:fill="auto"/>
          </w:tcPr>
          <w:p w14:paraId="4209AB48" w14:textId="3074168D" w:rsidR="00B0293A" w:rsidRPr="00BA668E" w:rsidRDefault="00B0293A" w:rsidP="00BA668E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46CF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B0293A" w:rsidRPr="00BA668E" w14:paraId="28B1BC3C" w14:textId="77777777" w:rsidTr="007B46CF">
        <w:tc>
          <w:tcPr>
            <w:tcW w:w="5098" w:type="dxa"/>
            <w:shd w:val="clear" w:color="auto" w:fill="auto"/>
          </w:tcPr>
          <w:p w14:paraId="462D669A" w14:textId="77777777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127" w:type="dxa"/>
            <w:shd w:val="clear" w:color="auto" w:fill="auto"/>
          </w:tcPr>
          <w:p w14:paraId="56C60DEA" w14:textId="6D6267D0" w:rsidR="00B0293A" w:rsidRPr="00BA668E" w:rsidRDefault="007B46CF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10C066" w14:textId="0A7F1DBE" w:rsidR="00B0293A" w:rsidRPr="00BA668E" w:rsidRDefault="007B46CF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B2CBA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/09/2024</w:t>
            </w:r>
          </w:p>
        </w:tc>
      </w:tr>
      <w:tr w:rsidR="00B0293A" w:rsidRPr="00BA668E" w14:paraId="4D9567D4" w14:textId="77777777" w:rsidTr="007B46CF">
        <w:tc>
          <w:tcPr>
            <w:tcW w:w="5098" w:type="dxa"/>
            <w:shd w:val="clear" w:color="auto" w:fill="auto"/>
          </w:tcPr>
          <w:p w14:paraId="34AF4BE9" w14:textId="77777777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127" w:type="dxa"/>
            <w:shd w:val="clear" w:color="auto" w:fill="auto"/>
          </w:tcPr>
          <w:p w14:paraId="440009ED" w14:textId="77777777" w:rsidR="00B0293A" w:rsidRPr="00BA668E" w:rsidRDefault="00B0293A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89B299" w14:textId="6256370F" w:rsidR="00B0293A" w:rsidRPr="00BA668E" w:rsidRDefault="008B2CBA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7B46CF">
              <w:rPr>
                <w:rFonts w:ascii="Calibri" w:hAnsi="Calibri"/>
                <w:szCs w:val="20"/>
              </w:rPr>
              <w:t>/10/2024</w:t>
            </w:r>
            <w:r w:rsidR="00B0293A" w:rsidRPr="00BA668E">
              <w:rPr>
                <w:rFonts w:ascii="Calibri" w:hAnsi="Calibri"/>
                <w:szCs w:val="20"/>
              </w:rPr>
              <w:t xml:space="preserve"> (17:00)</w:t>
            </w:r>
            <w:r w:rsidR="007B46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BA668E" w14:paraId="2E8E3BDC" w14:textId="77777777" w:rsidTr="007B46CF">
        <w:tc>
          <w:tcPr>
            <w:tcW w:w="5098" w:type="dxa"/>
            <w:shd w:val="clear" w:color="auto" w:fill="auto"/>
          </w:tcPr>
          <w:p w14:paraId="2D4664AB" w14:textId="11017F4A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BA668E">
              <w:rPr>
                <w:rFonts w:cs="Calibri"/>
                <w:sz w:val="24"/>
                <w:szCs w:val="24"/>
              </w:rPr>
              <w:t xml:space="preserve">to </w:t>
            </w:r>
            <w:r w:rsidRPr="00BA668E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127" w:type="dxa"/>
            <w:shd w:val="clear" w:color="auto" w:fill="auto"/>
          </w:tcPr>
          <w:p w14:paraId="0090B8D6" w14:textId="5D3631D9" w:rsidR="00B0293A" w:rsidRPr="00BA668E" w:rsidRDefault="007B46CF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0F8C82" w14:textId="4783C5B3" w:rsidR="00B0293A" w:rsidRPr="00BA668E" w:rsidRDefault="008B2CBA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340AC">
              <w:rPr>
                <w:rFonts w:ascii="Calibri" w:hAnsi="Calibri"/>
                <w:szCs w:val="20"/>
              </w:rPr>
              <w:t>8</w:t>
            </w:r>
            <w:r w:rsidR="007B46CF">
              <w:rPr>
                <w:rFonts w:ascii="Calibri" w:hAnsi="Calibri"/>
                <w:szCs w:val="20"/>
              </w:rPr>
              <w:t>/10/2024 (17:00)</w:t>
            </w:r>
          </w:p>
        </w:tc>
      </w:tr>
      <w:tr w:rsidR="00B0293A" w:rsidRPr="00BA668E" w14:paraId="3D3C37BA" w14:textId="77777777" w:rsidTr="007B46CF">
        <w:tc>
          <w:tcPr>
            <w:tcW w:w="5098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BA668E" w:rsidRDefault="00B0293A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705ED31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7B46CF">
              <w:rPr>
                <w:rFonts w:ascii="Calibri" w:hAnsi="Calibri"/>
                <w:szCs w:val="20"/>
              </w:rPr>
              <w:t>/10/2024</w:t>
            </w:r>
            <w:r w:rsidR="00B0293A" w:rsidRPr="00BA668E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BA668E" w14:paraId="31DFD36F" w14:textId="77777777" w:rsidTr="007B46CF">
        <w:tc>
          <w:tcPr>
            <w:tcW w:w="5098" w:type="dxa"/>
            <w:tcBorders>
              <w:top w:val="single" w:sz="12" w:space="0" w:color="auto"/>
            </w:tcBorders>
            <w:shd w:val="clear" w:color="auto" w:fill="auto"/>
          </w:tcPr>
          <w:p w14:paraId="16768F5D" w14:textId="69968064" w:rsidR="00B0293A" w:rsidRPr="00BA668E" w:rsidRDefault="00BA668E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</w:tcPr>
          <w:p w14:paraId="5D66943D" w14:textId="7AD7F315" w:rsidR="00B0293A" w:rsidRPr="00BA668E" w:rsidRDefault="00BA668E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PE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4AE9A1B6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7B46CF">
              <w:rPr>
                <w:rFonts w:ascii="Calibri" w:hAnsi="Calibri"/>
                <w:szCs w:val="20"/>
              </w:rPr>
              <w:t>/10/2024 (10:30)</w:t>
            </w:r>
          </w:p>
        </w:tc>
      </w:tr>
      <w:tr w:rsidR="00B0293A" w:rsidRPr="00BA668E" w14:paraId="1D91F0FB" w14:textId="77777777" w:rsidTr="007B46CF">
        <w:tc>
          <w:tcPr>
            <w:tcW w:w="5098" w:type="dxa"/>
            <w:shd w:val="clear" w:color="auto" w:fill="auto"/>
          </w:tcPr>
          <w:p w14:paraId="26733970" w14:textId="77777777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127" w:type="dxa"/>
            <w:shd w:val="clear" w:color="auto" w:fill="auto"/>
          </w:tcPr>
          <w:p w14:paraId="2D6F368F" w14:textId="0469556F" w:rsidR="00B0293A" w:rsidRPr="00BA668E" w:rsidRDefault="007B46CF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 &amp; COMMITEE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CE09F" w14:textId="4D32BC75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7B46CF"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BA668E" w14:paraId="5319267B" w14:textId="77777777" w:rsidTr="007B46CF">
        <w:tc>
          <w:tcPr>
            <w:tcW w:w="5098" w:type="dxa"/>
            <w:shd w:val="clear" w:color="auto" w:fill="auto"/>
          </w:tcPr>
          <w:p w14:paraId="7C5FEA8D" w14:textId="75B0DA4E" w:rsidR="00B0293A" w:rsidRPr="00BA668E" w:rsidRDefault="00B0293A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 xml:space="preserve">Award of </w:t>
            </w:r>
            <w:r w:rsidR="00BD71B0" w:rsidRPr="00BA668E">
              <w:rPr>
                <w:rFonts w:cs="Calibri"/>
                <w:sz w:val="24"/>
                <w:szCs w:val="24"/>
              </w:rPr>
              <w:t>Framework Agreement</w:t>
            </w:r>
          </w:p>
        </w:tc>
        <w:tc>
          <w:tcPr>
            <w:tcW w:w="2127" w:type="dxa"/>
            <w:shd w:val="clear" w:color="auto" w:fill="auto"/>
          </w:tcPr>
          <w:p w14:paraId="06B62228" w14:textId="0E191242" w:rsidR="00B0293A" w:rsidRPr="00BA668E" w:rsidRDefault="007B46CF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KCDL &amp; COMMITEE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9178D" w14:textId="4A23F394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7B46CF"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BA668E" w14:paraId="603C6C3A" w14:textId="77777777" w:rsidTr="007B46CF">
        <w:tc>
          <w:tcPr>
            <w:tcW w:w="5098" w:type="dxa"/>
            <w:shd w:val="clear" w:color="auto" w:fill="auto"/>
          </w:tcPr>
          <w:p w14:paraId="468A46DD" w14:textId="42B5ACB4" w:rsidR="00B0293A" w:rsidRPr="00BA668E" w:rsidRDefault="00BD71B0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Framework Agreement</w:t>
            </w:r>
            <w:r w:rsidR="00B0293A" w:rsidRPr="00BA668E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127" w:type="dxa"/>
            <w:shd w:val="clear" w:color="auto" w:fill="auto"/>
          </w:tcPr>
          <w:p w14:paraId="41CD7928" w14:textId="62E8D105" w:rsidR="00B0293A" w:rsidRPr="00BA668E" w:rsidRDefault="00B0293A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kern w:val="2"/>
                <w:lang w:eastAsia="ko-KR"/>
              </w:rPr>
              <w:t>[Procuring Entity]/Tenderer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ADCA74" w14:textId="364C3035" w:rsidR="00B0293A" w:rsidRPr="00BA668E" w:rsidRDefault="007B46CF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340AC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/10/2024</w:t>
            </w:r>
          </w:p>
        </w:tc>
      </w:tr>
      <w:tr w:rsidR="00B0293A" w:rsidRPr="00BA668E" w14:paraId="405F2EC0" w14:textId="77777777" w:rsidTr="007B46CF">
        <w:tc>
          <w:tcPr>
            <w:tcW w:w="5098" w:type="dxa"/>
            <w:shd w:val="clear" w:color="auto" w:fill="auto"/>
          </w:tcPr>
          <w:p w14:paraId="64B1558C" w14:textId="0D60D3AB" w:rsidR="00B0293A" w:rsidRPr="00BA668E" w:rsidRDefault="00BD71B0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>S</w:t>
            </w:r>
            <w:r w:rsidR="00B0293A" w:rsidRPr="00BA668E">
              <w:rPr>
                <w:rFonts w:cs="Calibri"/>
                <w:sz w:val="24"/>
                <w:szCs w:val="24"/>
              </w:rPr>
              <w:t>igning</w:t>
            </w:r>
            <w:r w:rsidRPr="00BA668E">
              <w:rPr>
                <w:rFonts w:cs="Calibri"/>
                <w:sz w:val="24"/>
                <w:szCs w:val="24"/>
              </w:rPr>
              <w:t xml:space="preserve"> of Framework Agreement</w:t>
            </w:r>
          </w:p>
        </w:tc>
        <w:tc>
          <w:tcPr>
            <w:tcW w:w="2127" w:type="dxa"/>
            <w:shd w:val="clear" w:color="auto" w:fill="auto"/>
          </w:tcPr>
          <w:p w14:paraId="022BDB2B" w14:textId="25DC740E" w:rsidR="00B0293A" w:rsidRPr="00BA668E" w:rsidRDefault="00B0293A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kern w:val="2"/>
                <w:lang w:eastAsia="ko-KR"/>
              </w:rPr>
              <w:t>[Procuring Entity]/Tenderer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83A509" w14:textId="33902795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7B46C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7B46CF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BA668E" w14:paraId="169855ED" w14:textId="77777777" w:rsidTr="007B46CF">
        <w:tc>
          <w:tcPr>
            <w:tcW w:w="5098" w:type="dxa"/>
            <w:shd w:val="clear" w:color="auto" w:fill="auto"/>
          </w:tcPr>
          <w:p w14:paraId="4995C7A1" w14:textId="02EDBE79" w:rsidR="00B0293A" w:rsidRPr="00BA668E" w:rsidRDefault="00BD71B0" w:rsidP="00BA668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A668E">
              <w:rPr>
                <w:rFonts w:cs="Calibri"/>
                <w:sz w:val="24"/>
                <w:szCs w:val="24"/>
              </w:rPr>
              <w:t xml:space="preserve">Framework Agreement </w:t>
            </w:r>
            <w:r w:rsidR="00B0293A" w:rsidRPr="00BA668E">
              <w:rPr>
                <w:rFonts w:cs="Calibri"/>
                <w:sz w:val="24"/>
                <w:szCs w:val="24"/>
              </w:rPr>
              <w:t>start date</w:t>
            </w:r>
          </w:p>
        </w:tc>
        <w:tc>
          <w:tcPr>
            <w:tcW w:w="2127" w:type="dxa"/>
            <w:shd w:val="clear" w:color="auto" w:fill="auto"/>
          </w:tcPr>
          <w:p w14:paraId="12184960" w14:textId="77777777" w:rsidR="00B0293A" w:rsidRPr="00BA668E" w:rsidRDefault="00B0293A" w:rsidP="00BA668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A668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C3B234" w14:textId="3601E218" w:rsidR="00B0293A" w:rsidRPr="00BA668E" w:rsidRDefault="001340AC" w:rsidP="00BA668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7B46CF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bookmarkStart w:id="0" w:name="_GoBack"/>
            <w:bookmarkEnd w:id="0"/>
            <w:r w:rsidR="007B46CF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7B46CF" w:rsidRDefault="004E36AD" w:rsidP="00BA668E">
      <w:pPr>
        <w:rPr>
          <w:rFonts w:asciiTheme="minorHAnsi" w:hAnsiTheme="minorHAnsi"/>
          <w:sz w:val="22"/>
          <w:szCs w:val="22"/>
        </w:rPr>
      </w:pPr>
      <w:r w:rsidRPr="007B46CF">
        <w:rPr>
          <w:rFonts w:asciiTheme="minorHAnsi" w:hAnsiTheme="minorHAnsi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44772234" w14:textId="73C061AB" w:rsidR="004E36AD" w:rsidRPr="00BA668E" w:rsidRDefault="004E36AD" w:rsidP="00BA668E">
      <w:pPr>
        <w:rPr>
          <w:rFonts w:asciiTheme="minorHAnsi" w:hAnsiTheme="minorHAnsi"/>
          <w:sz w:val="22"/>
          <w:szCs w:val="22"/>
        </w:rPr>
      </w:pPr>
      <w:r w:rsidRPr="00BA668E">
        <w:rPr>
          <w:rFonts w:asciiTheme="minorHAnsi" w:hAnsiTheme="minorHAnsi"/>
          <w:sz w:val="22"/>
          <w:szCs w:val="22"/>
        </w:rPr>
        <w:t>** [The Procuring Entity] may decide to give a presentation of the Terms of Reference</w:t>
      </w:r>
    </w:p>
    <w:p w14:paraId="619B9464" w14:textId="01F8A2F5" w:rsidR="00C447AC" w:rsidRPr="00090751" w:rsidRDefault="004E36AD" w:rsidP="00BA668E">
      <w:pPr>
        <w:rPr>
          <w:rFonts w:asciiTheme="minorHAnsi" w:hAnsiTheme="minorHAnsi"/>
          <w:sz w:val="22"/>
          <w:szCs w:val="22"/>
        </w:rPr>
      </w:pPr>
      <w:r w:rsidRPr="00BA668E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340810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F54E7" w14:textId="77777777" w:rsidR="00264F15" w:rsidRDefault="00264F15">
      <w:r>
        <w:separator/>
      </w:r>
    </w:p>
  </w:endnote>
  <w:endnote w:type="continuationSeparator" w:id="0">
    <w:p w14:paraId="42E641E0" w14:textId="77777777" w:rsidR="00264F15" w:rsidRDefault="00264F15">
      <w:r>
        <w:continuationSeparator/>
      </w:r>
    </w:p>
  </w:endnote>
  <w:endnote w:type="continuationNotice" w:id="1">
    <w:p w14:paraId="62F313A4" w14:textId="77777777" w:rsidR="00264F15" w:rsidRDefault="00264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46CF" w:rsidRPr="007B46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46CF" w:rsidRPr="007B46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382FAD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340AC">
      <w:rPr>
        <w:noProof/>
      </w:rPr>
      <w:t>2024-09-27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CC9C2" w14:textId="77777777" w:rsidR="00264F15" w:rsidRDefault="00264F15">
      <w:r>
        <w:separator/>
      </w:r>
    </w:p>
  </w:footnote>
  <w:footnote w:type="continuationSeparator" w:id="0">
    <w:p w14:paraId="79D35DC5" w14:textId="77777777" w:rsidR="00264F15" w:rsidRDefault="00264F15">
      <w:r>
        <w:continuationSeparator/>
      </w:r>
    </w:p>
  </w:footnote>
  <w:footnote w:type="continuationNotice" w:id="1">
    <w:p w14:paraId="5ED52EDD" w14:textId="77777777" w:rsidR="00264F15" w:rsidRDefault="00264F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618F6D80" w:rsidR="00133D55" w:rsidRPr="00141577" w:rsidRDefault="00340810" w:rsidP="0034081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436"/>
    <w:rsid w:val="0005072F"/>
    <w:rsid w:val="00050A44"/>
    <w:rsid w:val="00050E87"/>
    <w:rsid w:val="00054BD4"/>
    <w:rsid w:val="00054FAE"/>
    <w:rsid w:val="0005539D"/>
    <w:rsid w:val="0006191C"/>
    <w:rsid w:val="00063557"/>
    <w:rsid w:val="00064FE2"/>
    <w:rsid w:val="00066AF8"/>
    <w:rsid w:val="00072DBF"/>
    <w:rsid w:val="00072E8D"/>
    <w:rsid w:val="00073806"/>
    <w:rsid w:val="00073FFC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40AC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00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F1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E6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7DB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81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8B1"/>
    <w:rsid w:val="004130D1"/>
    <w:rsid w:val="00414FA6"/>
    <w:rsid w:val="0041563F"/>
    <w:rsid w:val="004207A9"/>
    <w:rsid w:val="00421E32"/>
    <w:rsid w:val="00421F23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F37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225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9736B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46CF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BA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1795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0FF0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68E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71B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3AB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D4D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DF18A-248D-4DEB-9B3A-95E5BE4F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2013-10-18T08:32:00Z</cp:lastPrinted>
  <dcterms:created xsi:type="dcterms:W3CDTF">2024-09-27T06:26:00Z</dcterms:created>
  <dcterms:modified xsi:type="dcterms:W3CDTF">2024-09-27T06:26:00Z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